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6B36C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0407BE" w:rsidTr="00963E33">
        <w:tc>
          <w:tcPr>
            <w:tcW w:w="10326" w:type="dxa"/>
          </w:tcPr>
          <w:p w:rsidR="00190FF9" w:rsidRPr="000407BE" w:rsidRDefault="00190FF9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90FF9" w:rsidRPr="000407BE" w:rsidRDefault="00190FF9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839C7" w:rsidRPr="000407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B311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F0D73" w:rsidRPr="000407BE" w:rsidRDefault="00CF0D73" w:rsidP="000407BE">
            <w:pPr>
              <w:rPr>
                <w:rFonts w:ascii="Times New Roman" w:hAnsi="Times New Roman"/>
                <w:sz w:val="28"/>
                <w:szCs w:val="28"/>
              </w:rPr>
            </w:pPr>
            <w:r w:rsidRPr="000407BE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CD3B06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30.12.2020 № 383</w:t>
            </w:r>
            <w:bookmarkStart w:id="0" w:name="_GoBack"/>
            <w:bookmarkEnd w:id="0"/>
          </w:p>
        </w:tc>
      </w:tr>
      <w:tr w:rsidR="000407BE" w:rsidRPr="000407BE" w:rsidTr="00847065">
        <w:tc>
          <w:tcPr>
            <w:tcW w:w="10326" w:type="dxa"/>
          </w:tcPr>
          <w:p w:rsidR="000407BE" w:rsidRPr="000407BE" w:rsidRDefault="000407BE" w:rsidP="0084706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407BE" w:rsidRPr="000407BE" w:rsidRDefault="000407BE" w:rsidP="0084706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5CE1" w:rsidRPr="000407BE" w:rsidTr="00963E33">
        <w:tc>
          <w:tcPr>
            <w:tcW w:w="10326" w:type="dxa"/>
          </w:tcPr>
          <w:p w:rsidR="00965CE1" w:rsidRPr="000407BE" w:rsidRDefault="00965CE1" w:rsidP="00963E3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65CE1" w:rsidRPr="000407BE" w:rsidRDefault="00965CE1" w:rsidP="000407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07BE" w:rsidRPr="000407BE" w:rsidRDefault="000407BE" w:rsidP="00796931">
      <w:pPr>
        <w:rPr>
          <w:rFonts w:ascii="Times New Roman" w:hAnsi="Times New Roman"/>
          <w:sz w:val="28"/>
          <w:szCs w:val="24"/>
        </w:rPr>
      </w:pPr>
    </w:p>
    <w:p w:rsidR="00796931" w:rsidRPr="000407BE" w:rsidRDefault="00796931" w:rsidP="000407BE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8"/>
        </w:rPr>
        <w:t>«5. Система программных мероприяти</w:t>
      </w:r>
      <w:r w:rsidR="00045BDC">
        <w:rPr>
          <w:rFonts w:ascii="Times New Roman" w:hAnsi="Times New Roman"/>
          <w:sz w:val="28"/>
          <w:szCs w:val="28"/>
        </w:rPr>
        <w:t>й</w:t>
      </w:r>
    </w:p>
    <w:p w:rsidR="00662A15" w:rsidRPr="000407BE" w:rsidRDefault="00796931" w:rsidP="00796931">
      <w:pPr>
        <w:jc w:val="center"/>
        <w:rPr>
          <w:rFonts w:ascii="Times New Roman" w:hAnsi="Times New Roman"/>
          <w:sz w:val="28"/>
          <w:szCs w:val="28"/>
        </w:rPr>
      </w:pP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  <w:r w:rsidRPr="000407BE">
        <w:rPr>
          <w:rFonts w:ascii="Times New Roman" w:hAnsi="Times New Roman"/>
          <w:sz w:val="28"/>
          <w:szCs w:val="24"/>
        </w:rPr>
        <w:tab/>
      </w: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965CE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31FA3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№</w:t>
            </w:r>
          </w:p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п</w:t>
            </w:r>
            <w:r w:rsidR="00831FA3" w:rsidRPr="000407BE">
              <w:rPr>
                <w:rFonts w:ascii="Times New Roman" w:hAnsi="Times New Roman" w:cs="Times New Roman"/>
              </w:rPr>
              <w:t>/</w:t>
            </w:r>
            <w:r w:rsidRPr="000407B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Главные распо-рядители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84321C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Источ</w:t>
            </w:r>
            <w:r w:rsidR="00662A15" w:rsidRPr="000407BE">
              <w:rPr>
                <w:rFonts w:ascii="Times New Roman" w:hAnsi="Times New Roman" w:cs="Times New Roman"/>
              </w:rPr>
              <w:t>ник финанси</w:t>
            </w:r>
            <w:r w:rsidRPr="000407BE">
              <w:rPr>
                <w:rFonts w:ascii="Times New Roman" w:hAnsi="Times New Roman" w:cs="Times New Roman"/>
              </w:rPr>
              <w:t>-</w:t>
            </w:r>
            <w:r w:rsidR="00662A15" w:rsidRPr="000407BE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5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Объемы финансирования, тыс. рублей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3930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Ожида</w:t>
            </w:r>
            <w:r w:rsidR="0039301B" w:rsidRPr="000407BE">
              <w:rPr>
                <w:rFonts w:ascii="Times New Roman" w:hAnsi="Times New Roman" w:cs="Times New Roman"/>
              </w:rPr>
              <w:t>емый резуль</w:t>
            </w:r>
            <w:r w:rsidRPr="000407BE">
              <w:rPr>
                <w:rFonts w:ascii="Times New Roman" w:hAnsi="Times New Roman" w:cs="Times New Roman"/>
              </w:rPr>
              <w:t>тат</w:t>
            </w: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A15" w:rsidRPr="000407BE" w:rsidRDefault="00662A15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5CE1" w:rsidRPr="000407BE" w:rsidRDefault="00965CE1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2629"/>
        <w:gridCol w:w="1209"/>
        <w:gridCol w:w="1415"/>
        <w:gridCol w:w="1200"/>
        <w:gridCol w:w="579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2314"/>
      </w:tblGrid>
      <w:tr w:rsidR="00965CE1" w:rsidRPr="000407BE" w:rsidTr="00596D71">
        <w:trPr>
          <w:trHeight w:val="145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702" w:rsidRPr="000407BE" w:rsidRDefault="009A7702" w:rsidP="00965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</w:t>
            </w:r>
            <w:r w:rsidR="00965CE1" w:rsidRPr="000407BE">
              <w:rPr>
                <w:rFonts w:ascii="Times New Roman" w:hAnsi="Times New Roman" w:cs="Times New Roman"/>
              </w:rPr>
              <w:t>6</w:t>
            </w:r>
          </w:p>
        </w:tc>
      </w:tr>
      <w:tr w:rsidR="00596D71" w:rsidRPr="000407BE" w:rsidTr="00596D71">
        <w:trPr>
          <w:cantSplit/>
          <w:trHeight w:val="137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0C2725">
            <w:pPr>
              <w:pStyle w:val="ConsPlusNormal"/>
              <w:ind w:right="-57"/>
              <w:outlineLvl w:val="0"/>
              <w:rPr>
                <w:rFonts w:ascii="Times New Roman" w:hAnsi="Times New Roman" w:cs="Times New Roman"/>
                <w:spacing w:val="-4"/>
              </w:rPr>
            </w:pPr>
            <w:r w:rsidRPr="000407BE">
              <w:rPr>
                <w:rFonts w:ascii="Times New Roman" w:hAnsi="Times New Roman" w:cs="Times New Roman"/>
              </w:rPr>
              <w:t xml:space="preserve">Задача 1. Обеспечение эффективного исполнения государственных функций в </w:t>
            </w:r>
            <w:r w:rsidRPr="000407BE">
              <w:rPr>
                <w:rFonts w:ascii="Times New Roman" w:hAnsi="Times New Roman" w:cs="Times New Roman"/>
                <w:spacing w:val="-4"/>
              </w:rPr>
              <w:t>сфере реализации Программы,</w:t>
            </w:r>
          </w:p>
          <w:p w:rsidR="00596D71" w:rsidRPr="000407BE" w:rsidRDefault="00596D71" w:rsidP="00942D4B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в том числе</w:t>
            </w:r>
            <w:r w:rsidR="004179C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ind w:right="-204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6B36CD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785520,07286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62141,12895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108372,64851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D760FE" w:rsidRDefault="00BA74E9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166300,86696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105865,61851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109611,18355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ежегодного  выполнения  не менее </w:t>
            </w:r>
          </w:p>
          <w:p w:rsidR="00596D71" w:rsidRDefault="00596D71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90% целевых индикаторов Программы</w:t>
            </w: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66A4" w:rsidRPr="000407BE" w:rsidRDefault="00F666A4" w:rsidP="003930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39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Обеспечение деятельности Минтранса Рязанской области                   </w:t>
            </w: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6D71" w:rsidRPr="000407BE" w:rsidRDefault="00596D71" w:rsidP="00831FA3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left="-61"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D71" w:rsidRPr="000407BE" w:rsidRDefault="00596D71" w:rsidP="00665BFE">
            <w:pPr>
              <w:pStyle w:val="ConsPlusNormal"/>
              <w:ind w:right="-204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6B36CD" w:rsidP="008E1CE1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462549,76395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57029,20237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-142" w:right="131" w:firstLine="255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54431,79403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57904,32895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41437,17601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D760FE" w:rsidRDefault="006B36CD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44438,54457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41995,62557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43545,46247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AF4BB0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60883,81499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596D71">
        <w:trPr>
          <w:cantSplit/>
          <w:trHeight w:val="1134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из них</w:t>
            </w:r>
          </w:p>
          <w:p w:rsidR="006B45A2" w:rsidRDefault="00596D71" w:rsidP="00665BFE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выполненные и не оплаченные работы </w:t>
            </w:r>
          </w:p>
          <w:p w:rsidR="00596D71" w:rsidRPr="000407BE" w:rsidRDefault="00596D71" w:rsidP="006B45A2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2015 году</w:t>
            </w: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152,66075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79693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D71" w:rsidRPr="000407BE" w:rsidTr="00F666A4">
        <w:trPr>
          <w:cantSplit/>
          <w:trHeight w:val="154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1.2.</w:t>
            </w: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666A4" w:rsidRPr="000407B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lastRenderedPageBreak/>
              <w:t xml:space="preserve">Финансовое обеспечение деятельности </w:t>
            </w:r>
          </w:p>
          <w:p w:rsidR="00596D71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государственного казенного учреждения Рязанской </w:t>
            </w:r>
          </w:p>
          <w:p w:rsidR="00596D71" w:rsidRPr="000407BE" w:rsidRDefault="00596D71" w:rsidP="00667B25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области «Дирекция дорог Рязанской области»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C63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ГКУ Рязанской области «ДДРО»</w:t>
            </w:r>
          </w:p>
          <w:p w:rsidR="008C43AE" w:rsidRPr="000407BE" w:rsidRDefault="008C43AE" w:rsidP="00191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Default="00596D71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C43AE" w:rsidRPr="000407BE" w:rsidRDefault="008C43AE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0B3118" w:rsidP="00596D71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322970,30891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E46276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0B311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121862,32239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7F5968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96D71" w:rsidRPr="000407BE" w:rsidRDefault="00596D71" w:rsidP="001A189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71" w:rsidRPr="000407BE" w:rsidRDefault="00596D71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6A4" w:rsidRPr="000407BE" w:rsidTr="006B45A2">
        <w:trPr>
          <w:cantSplit/>
          <w:trHeight w:val="1453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645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A18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6B45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бюджетные ассигнова-ния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8569CE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322932,80891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0407BE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8569CE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CE1" w:rsidRPr="000407BE" w:rsidTr="00965CE1">
        <w:trPr>
          <w:cantSplit/>
          <w:trHeight w:val="125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37683E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lastRenderedPageBreak/>
              <w:t>2</w:t>
            </w:r>
            <w:r w:rsidR="00665BFE" w:rsidRPr="000407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E1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 xml:space="preserve">Задача 2. Обеспечение условий для осуществления деятельности ГБУ «Протасово», </w:t>
            </w:r>
          </w:p>
          <w:p w:rsidR="00665BFE" w:rsidRPr="000407BE" w:rsidRDefault="00665BFE" w:rsidP="00665BF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FE" w:rsidRPr="000407BE" w:rsidRDefault="00665BFE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569C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141158,7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D7437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C43A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8569CE" w:rsidP="00937A1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26328,1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16903,3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65BFE" w:rsidRPr="000407BE" w:rsidRDefault="00665BFE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5BFE" w:rsidRPr="000407BE" w:rsidRDefault="00665BFE" w:rsidP="0039301B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обеспечение ежегодного исполнения государственного задания не менее 95</w:t>
            </w:r>
            <w:r w:rsidR="00EF0387">
              <w:rPr>
                <w:rFonts w:ascii="Times New Roman" w:hAnsi="Times New Roman" w:cs="Times New Roman"/>
              </w:rPr>
              <w:t>%</w:t>
            </w:r>
          </w:p>
        </w:tc>
      </w:tr>
      <w:tr w:rsidR="007F5968" w:rsidRPr="000407BE" w:rsidTr="00D8101C">
        <w:trPr>
          <w:cantSplit/>
          <w:trHeight w:val="113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F163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2</w:t>
            </w:r>
            <w:r w:rsidR="00F163C6">
              <w:rPr>
                <w:rFonts w:ascii="Times New Roman" w:hAnsi="Times New Roman" w:cs="Times New Roman"/>
              </w:rPr>
              <w:t>.</w:t>
            </w:r>
            <w:r w:rsidRPr="000407B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Государственное задание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Минтранс Рязанской области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665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ГБУ «Протасово»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8432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8569CE" w:rsidP="00B20DC6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141158,7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0407BE">
              <w:rPr>
                <w:rFonts w:ascii="Times New Roman" w:hAnsi="Times New Roman"/>
                <w:color w:val="000000"/>
              </w:rPr>
              <w:t>11529,6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11610,9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12042,9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8569CE" w:rsidP="00F163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26328,1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16436,2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16903,3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5968" w:rsidRPr="000407BE" w:rsidRDefault="007F5968" w:rsidP="00B20DC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15770,9</w:t>
            </w:r>
          </w:p>
        </w:tc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968" w:rsidRPr="000407BE" w:rsidRDefault="007F5968" w:rsidP="00B63D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92" w:rsidRPr="000407BE" w:rsidTr="00D8101C">
        <w:trPr>
          <w:cantSplit/>
          <w:trHeight w:val="145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92" w:rsidRPr="000407BE" w:rsidRDefault="005C0C92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областной бюджет,      из них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6B36CD" w:rsidP="00E4627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926678,77286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68558,80237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66042,69403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74184,02895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E46276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123138,54851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6B36CD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192628,96696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122301,81851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7F5968" w:rsidP="009A770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126514,48355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39301B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0C92" w:rsidRPr="000407BE" w:rsidRDefault="005C0C92" w:rsidP="00965CE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76654,71499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C92" w:rsidRPr="000407BE" w:rsidRDefault="005C0C92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6A4" w:rsidRPr="000407BE" w:rsidTr="00D8101C">
        <w:trPr>
          <w:cantSplit/>
          <w:trHeight w:val="145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547E1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1645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бюджетные ассигнова-ния дорожного фонда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8569CE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322932,80891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8A42D8" w:rsidP="00F8504C">
            <w:pPr>
              <w:ind w:left="113" w:right="113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4236,8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66935,4725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8569CE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121824,82239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63869,99294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F850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66065,72108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666A4" w:rsidRPr="000407BE" w:rsidRDefault="00F666A4" w:rsidP="004028E4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0407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A4" w:rsidRPr="000407BE" w:rsidRDefault="00F666A4" w:rsidP="00B63D2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62A15" w:rsidRDefault="00662A15" w:rsidP="006B45A2">
      <w:pPr>
        <w:rPr>
          <w:rFonts w:ascii="Times New Roman" w:hAnsi="Times New Roman"/>
        </w:rPr>
      </w:pPr>
    </w:p>
    <w:p w:rsidR="004F6C04" w:rsidRDefault="004F6C04" w:rsidP="006B45A2">
      <w:pPr>
        <w:rPr>
          <w:rFonts w:ascii="Times New Roman" w:hAnsi="Times New Roman"/>
        </w:rPr>
      </w:pPr>
    </w:p>
    <w:p w:rsidR="004F6C04" w:rsidRPr="000407BE" w:rsidRDefault="004F6C04" w:rsidP="004F6C0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</w:t>
      </w:r>
      <w:r w:rsidR="00C6521A">
        <w:rPr>
          <w:rFonts w:ascii="Times New Roman" w:hAnsi="Times New Roman"/>
        </w:rPr>
        <w:t>_</w:t>
      </w:r>
    </w:p>
    <w:sectPr w:rsidR="004F6C04" w:rsidRPr="000407BE" w:rsidSect="006B36C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01" w:rsidRDefault="00997801">
      <w:r>
        <w:separator/>
      </w:r>
    </w:p>
  </w:endnote>
  <w:endnote w:type="continuationSeparator" w:id="0">
    <w:p w:rsidR="00997801" w:rsidRDefault="0099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B42FF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B42FF" w:rsidRDefault="00271F1F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70560" cy="281940"/>
                <wp:effectExtent l="19050" t="0" r="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5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2B42FF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B42FF" w:rsidRPr="00963E33" w:rsidRDefault="00271F1F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5260" cy="144780"/>
                <wp:effectExtent l="19050" t="0" r="0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" cy="144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B42FF" w:rsidRPr="00963E33" w:rsidRDefault="006B36CD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2093  16.12.2020 11:11:10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B42FF" w:rsidRPr="00F16F07" w:rsidRDefault="002B42FF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B42FF" w:rsidRPr="00963E33" w:rsidRDefault="002B42FF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B42FF" w:rsidRPr="009573D3" w:rsidRDefault="002B42FF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B42FF" w:rsidRPr="00963E33" w:rsidTr="00963E33">
      <w:tc>
        <w:tcPr>
          <w:tcW w:w="2538" w:type="dxa"/>
        </w:tcPr>
        <w:p w:rsidR="002B42FF" w:rsidRPr="00963E33" w:rsidRDefault="002B42FF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B42FF" w:rsidRPr="00963E33" w:rsidRDefault="002B42FF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B42FF" w:rsidRPr="00963E33" w:rsidRDefault="002B42FF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B42FF" w:rsidRPr="00963E33" w:rsidRDefault="002B42FF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B42FF" w:rsidRDefault="002B42FF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01" w:rsidRDefault="00997801">
      <w:r>
        <w:separator/>
      </w:r>
    </w:p>
  </w:footnote>
  <w:footnote w:type="continuationSeparator" w:id="0">
    <w:p w:rsidR="00997801" w:rsidRDefault="00997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Default="007100C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B42F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42FF">
      <w:rPr>
        <w:rStyle w:val="a8"/>
        <w:noProof/>
      </w:rPr>
      <w:t>1</w:t>
    </w:r>
    <w:r>
      <w:rPr>
        <w:rStyle w:val="a8"/>
      </w:rPr>
      <w:fldChar w:fldCharType="end"/>
    </w:r>
  </w:p>
  <w:p w:rsidR="002B42FF" w:rsidRDefault="002B42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FF" w:rsidRPr="00481B88" w:rsidRDefault="002B42FF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2B42FF" w:rsidRPr="00481B88" w:rsidRDefault="007100C4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2B42FF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D3B0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2B42FF" w:rsidRPr="00E37801" w:rsidRDefault="002B42FF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3.2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i2TVurOfjrgVuCClp2JCXoq9AfvhFjzH2Pb3cBwJUFiKIR3Y4ZUdbMB6Pys5ZhJBXTcw3B3CsuJNqYVYO+O7A==" w:salt="oEsA0YZQ82z4DpR9j+tsW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E86"/>
    <w:rsid w:val="0001360F"/>
    <w:rsid w:val="00022A8E"/>
    <w:rsid w:val="00030105"/>
    <w:rsid w:val="000331B3"/>
    <w:rsid w:val="00033413"/>
    <w:rsid w:val="00037C0C"/>
    <w:rsid w:val="000407BE"/>
    <w:rsid w:val="00045BDC"/>
    <w:rsid w:val="00047C0F"/>
    <w:rsid w:val="000502A3"/>
    <w:rsid w:val="00051B8C"/>
    <w:rsid w:val="00056DEB"/>
    <w:rsid w:val="00073A7A"/>
    <w:rsid w:val="00076D5E"/>
    <w:rsid w:val="00084DD3"/>
    <w:rsid w:val="000917C0"/>
    <w:rsid w:val="00092145"/>
    <w:rsid w:val="00095862"/>
    <w:rsid w:val="000B0736"/>
    <w:rsid w:val="000B3118"/>
    <w:rsid w:val="000B4E72"/>
    <w:rsid w:val="000C2725"/>
    <w:rsid w:val="000C565E"/>
    <w:rsid w:val="000E7E44"/>
    <w:rsid w:val="000F0BDB"/>
    <w:rsid w:val="000F2B84"/>
    <w:rsid w:val="000F5632"/>
    <w:rsid w:val="001032A2"/>
    <w:rsid w:val="00122CFD"/>
    <w:rsid w:val="0013431C"/>
    <w:rsid w:val="00137B7B"/>
    <w:rsid w:val="00147E70"/>
    <w:rsid w:val="00151370"/>
    <w:rsid w:val="0015468F"/>
    <w:rsid w:val="0015556E"/>
    <w:rsid w:val="00162E72"/>
    <w:rsid w:val="00164506"/>
    <w:rsid w:val="00175BE5"/>
    <w:rsid w:val="001850F4"/>
    <w:rsid w:val="0018718F"/>
    <w:rsid w:val="00190FF9"/>
    <w:rsid w:val="00191E0A"/>
    <w:rsid w:val="001947BE"/>
    <w:rsid w:val="001A0A98"/>
    <w:rsid w:val="001A560F"/>
    <w:rsid w:val="001B0982"/>
    <w:rsid w:val="001B32BA"/>
    <w:rsid w:val="001D7503"/>
    <w:rsid w:val="001D7CF0"/>
    <w:rsid w:val="001E0317"/>
    <w:rsid w:val="001E20F1"/>
    <w:rsid w:val="001E6E55"/>
    <w:rsid w:val="001F12E8"/>
    <w:rsid w:val="001F228C"/>
    <w:rsid w:val="001F411B"/>
    <w:rsid w:val="001F64B8"/>
    <w:rsid w:val="001F7C83"/>
    <w:rsid w:val="00203046"/>
    <w:rsid w:val="00205AB5"/>
    <w:rsid w:val="00224DBA"/>
    <w:rsid w:val="00231F1C"/>
    <w:rsid w:val="00242DDB"/>
    <w:rsid w:val="0024596D"/>
    <w:rsid w:val="002479A2"/>
    <w:rsid w:val="00254677"/>
    <w:rsid w:val="0026087E"/>
    <w:rsid w:val="00261C74"/>
    <w:rsid w:val="00261DE0"/>
    <w:rsid w:val="00265420"/>
    <w:rsid w:val="00271F1F"/>
    <w:rsid w:val="002743AC"/>
    <w:rsid w:val="00274E14"/>
    <w:rsid w:val="00280A6D"/>
    <w:rsid w:val="002841DC"/>
    <w:rsid w:val="00284A49"/>
    <w:rsid w:val="00286ECA"/>
    <w:rsid w:val="002953B6"/>
    <w:rsid w:val="002B42FF"/>
    <w:rsid w:val="002B7A59"/>
    <w:rsid w:val="002C5339"/>
    <w:rsid w:val="002C6B4B"/>
    <w:rsid w:val="002D4371"/>
    <w:rsid w:val="002D60AF"/>
    <w:rsid w:val="002D7801"/>
    <w:rsid w:val="002D7D3F"/>
    <w:rsid w:val="002E51A7"/>
    <w:rsid w:val="002E5A5F"/>
    <w:rsid w:val="002F1E81"/>
    <w:rsid w:val="00310D92"/>
    <w:rsid w:val="003134F0"/>
    <w:rsid w:val="00314056"/>
    <w:rsid w:val="003160CB"/>
    <w:rsid w:val="00316C65"/>
    <w:rsid w:val="00321189"/>
    <w:rsid w:val="003222A3"/>
    <w:rsid w:val="00323E29"/>
    <w:rsid w:val="003255C4"/>
    <w:rsid w:val="00325FB2"/>
    <w:rsid w:val="00327979"/>
    <w:rsid w:val="00333D63"/>
    <w:rsid w:val="00333DC7"/>
    <w:rsid w:val="003510D1"/>
    <w:rsid w:val="003531F7"/>
    <w:rsid w:val="00360A40"/>
    <w:rsid w:val="0037683E"/>
    <w:rsid w:val="0038342C"/>
    <w:rsid w:val="003839C7"/>
    <w:rsid w:val="00386103"/>
    <w:rsid w:val="003870C2"/>
    <w:rsid w:val="0039301B"/>
    <w:rsid w:val="003D3B8A"/>
    <w:rsid w:val="003D4403"/>
    <w:rsid w:val="003D54F8"/>
    <w:rsid w:val="003D6773"/>
    <w:rsid w:val="003E2B5D"/>
    <w:rsid w:val="003E71BC"/>
    <w:rsid w:val="003F1F69"/>
    <w:rsid w:val="003F4F5E"/>
    <w:rsid w:val="00400906"/>
    <w:rsid w:val="004179C7"/>
    <w:rsid w:val="0042590E"/>
    <w:rsid w:val="00437F65"/>
    <w:rsid w:val="004504E0"/>
    <w:rsid w:val="00451D08"/>
    <w:rsid w:val="004600FD"/>
    <w:rsid w:val="00460FEA"/>
    <w:rsid w:val="00463091"/>
    <w:rsid w:val="004729EE"/>
    <w:rsid w:val="004734B7"/>
    <w:rsid w:val="004763A9"/>
    <w:rsid w:val="00481B88"/>
    <w:rsid w:val="00485B4F"/>
    <w:rsid w:val="004862D1"/>
    <w:rsid w:val="00490CD2"/>
    <w:rsid w:val="0049293C"/>
    <w:rsid w:val="004B2D5A"/>
    <w:rsid w:val="004B327C"/>
    <w:rsid w:val="004D293D"/>
    <w:rsid w:val="004E402F"/>
    <w:rsid w:val="004F1D67"/>
    <w:rsid w:val="004F2A17"/>
    <w:rsid w:val="004F44FE"/>
    <w:rsid w:val="004F6C04"/>
    <w:rsid w:val="00505F6F"/>
    <w:rsid w:val="00512A47"/>
    <w:rsid w:val="00531C68"/>
    <w:rsid w:val="00532119"/>
    <w:rsid w:val="005335F3"/>
    <w:rsid w:val="00542957"/>
    <w:rsid w:val="00543C38"/>
    <w:rsid w:val="00543C6E"/>
    <w:rsid w:val="00543D2D"/>
    <w:rsid w:val="00545A3D"/>
    <w:rsid w:val="00546DBB"/>
    <w:rsid w:val="00547E14"/>
    <w:rsid w:val="00555A55"/>
    <w:rsid w:val="00561A5B"/>
    <w:rsid w:val="0056236C"/>
    <w:rsid w:val="0057074C"/>
    <w:rsid w:val="00573FBF"/>
    <w:rsid w:val="00574FF3"/>
    <w:rsid w:val="00582538"/>
    <w:rsid w:val="00583436"/>
    <w:rsid w:val="005838EA"/>
    <w:rsid w:val="005846F5"/>
    <w:rsid w:val="00585EE1"/>
    <w:rsid w:val="00590C0E"/>
    <w:rsid w:val="005939E6"/>
    <w:rsid w:val="00596D71"/>
    <w:rsid w:val="00597133"/>
    <w:rsid w:val="005A4227"/>
    <w:rsid w:val="005A6A3D"/>
    <w:rsid w:val="005B229B"/>
    <w:rsid w:val="005B3518"/>
    <w:rsid w:val="005B5575"/>
    <w:rsid w:val="005C0C92"/>
    <w:rsid w:val="005C2D0D"/>
    <w:rsid w:val="005C34BC"/>
    <w:rsid w:val="005C56AE"/>
    <w:rsid w:val="005C7449"/>
    <w:rsid w:val="005D4A61"/>
    <w:rsid w:val="005D7C88"/>
    <w:rsid w:val="005E137B"/>
    <w:rsid w:val="005E6D99"/>
    <w:rsid w:val="005E77C3"/>
    <w:rsid w:val="005F23AA"/>
    <w:rsid w:val="005F2ADD"/>
    <w:rsid w:val="005F2C49"/>
    <w:rsid w:val="005F7BF4"/>
    <w:rsid w:val="006013EB"/>
    <w:rsid w:val="0060479E"/>
    <w:rsid w:val="00604BE7"/>
    <w:rsid w:val="00616AED"/>
    <w:rsid w:val="00622DA3"/>
    <w:rsid w:val="006244B3"/>
    <w:rsid w:val="006323FB"/>
    <w:rsid w:val="00632A4F"/>
    <w:rsid w:val="00632B56"/>
    <w:rsid w:val="006351E3"/>
    <w:rsid w:val="006401BA"/>
    <w:rsid w:val="00644236"/>
    <w:rsid w:val="00644E02"/>
    <w:rsid w:val="006471E5"/>
    <w:rsid w:val="00662A15"/>
    <w:rsid w:val="00665BFE"/>
    <w:rsid w:val="00666E2F"/>
    <w:rsid w:val="00667B25"/>
    <w:rsid w:val="00671D3B"/>
    <w:rsid w:val="00684A5B"/>
    <w:rsid w:val="00686FC9"/>
    <w:rsid w:val="006870FE"/>
    <w:rsid w:val="006A1F71"/>
    <w:rsid w:val="006A6D02"/>
    <w:rsid w:val="006A704D"/>
    <w:rsid w:val="006B36CD"/>
    <w:rsid w:val="006B45A2"/>
    <w:rsid w:val="006C3040"/>
    <w:rsid w:val="006D2674"/>
    <w:rsid w:val="006E6EBA"/>
    <w:rsid w:val="006F328B"/>
    <w:rsid w:val="006F3499"/>
    <w:rsid w:val="006F5886"/>
    <w:rsid w:val="00707734"/>
    <w:rsid w:val="00707E19"/>
    <w:rsid w:val="007100C4"/>
    <w:rsid w:val="00712F7C"/>
    <w:rsid w:val="0072328A"/>
    <w:rsid w:val="0073684D"/>
    <w:rsid w:val="007377B5"/>
    <w:rsid w:val="00737824"/>
    <w:rsid w:val="00744595"/>
    <w:rsid w:val="00745D3F"/>
    <w:rsid w:val="00746CC2"/>
    <w:rsid w:val="00747F07"/>
    <w:rsid w:val="007514CE"/>
    <w:rsid w:val="00760323"/>
    <w:rsid w:val="0076032D"/>
    <w:rsid w:val="00765600"/>
    <w:rsid w:val="00767BB4"/>
    <w:rsid w:val="00775B4C"/>
    <w:rsid w:val="00780136"/>
    <w:rsid w:val="00783FDB"/>
    <w:rsid w:val="00791C9F"/>
    <w:rsid w:val="00792AAB"/>
    <w:rsid w:val="00793B47"/>
    <w:rsid w:val="00796931"/>
    <w:rsid w:val="007A1D0C"/>
    <w:rsid w:val="007A2A7B"/>
    <w:rsid w:val="007D1CD3"/>
    <w:rsid w:val="007D3FF6"/>
    <w:rsid w:val="007D4925"/>
    <w:rsid w:val="007E0A93"/>
    <w:rsid w:val="007E5B73"/>
    <w:rsid w:val="007F0C8A"/>
    <w:rsid w:val="007F11AB"/>
    <w:rsid w:val="007F5968"/>
    <w:rsid w:val="00801FAF"/>
    <w:rsid w:val="008143CB"/>
    <w:rsid w:val="00823CA1"/>
    <w:rsid w:val="0082639E"/>
    <w:rsid w:val="00827699"/>
    <w:rsid w:val="00830CA5"/>
    <w:rsid w:val="00831FA3"/>
    <w:rsid w:val="008418F4"/>
    <w:rsid w:val="00841B87"/>
    <w:rsid w:val="0084321C"/>
    <w:rsid w:val="00843858"/>
    <w:rsid w:val="008513B9"/>
    <w:rsid w:val="008569CE"/>
    <w:rsid w:val="008702D3"/>
    <w:rsid w:val="00875959"/>
    <w:rsid w:val="00876034"/>
    <w:rsid w:val="00880005"/>
    <w:rsid w:val="008827E7"/>
    <w:rsid w:val="00891265"/>
    <w:rsid w:val="008A1696"/>
    <w:rsid w:val="008A191D"/>
    <w:rsid w:val="008A3CDD"/>
    <w:rsid w:val="008A42D8"/>
    <w:rsid w:val="008B008C"/>
    <w:rsid w:val="008C43AE"/>
    <w:rsid w:val="008C5264"/>
    <w:rsid w:val="008C58FE"/>
    <w:rsid w:val="008E6C41"/>
    <w:rsid w:val="008F07A1"/>
    <w:rsid w:val="008F0816"/>
    <w:rsid w:val="008F6BB7"/>
    <w:rsid w:val="008F7FA7"/>
    <w:rsid w:val="00900F42"/>
    <w:rsid w:val="00901EA2"/>
    <w:rsid w:val="009108C0"/>
    <w:rsid w:val="00914808"/>
    <w:rsid w:val="00925688"/>
    <w:rsid w:val="00932E3C"/>
    <w:rsid w:val="00937A1A"/>
    <w:rsid w:val="00942D4B"/>
    <w:rsid w:val="00945D13"/>
    <w:rsid w:val="009505A2"/>
    <w:rsid w:val="0095236F"/>
    <w:rsid w:val="00956B93"/>
    <w:rsid w:val="009573D3"/>
    <w:rsid w:val="009627A3"/>
    <w:rsid w:val="00963E33"/>
    <w:rsid w:val="00965CE1"/>
    <w:rsid w:val="009765E4"/>
    <w:rsid w:val="009977FF"/>
    <w:rsid w:val="00997801"/>
    <w:rsid w:val="009A085B"/>
    <w:rsid w:val="009A330F"/>
    <w:rsid w:val="009A7702"/>
    <w:rsid w:val="009B2785"/>
    <w:rsid w:val="009C04EC"/>
    <w:rsid w:val="009C1DE6"/>
    <w:rsid w:val="009C1F0E"/>
    <w:rsid w:val="009D3E8C"/>
    <w:rsid w:val="009D51C2"/>
    <w:rsid w:val="009E3A0E"/>
    <w:rsid w:val="00A053A8"/>
    <w:rsid w:val="00A06428"/>
    <w:rsid w:val="00A12A3F"/>
    <w:rsid w:val="00A1314B"/>
    <w:rsid w:val="00A13160"/>
    <w:rsid w:val="00A137D3"/>
    <w:rsid w:val="00A33A9F"/>
    <w:rsid w:val="00A42B5F"/>
    <w:rsid w:val="00A44A8F"/>
    <w:rsid w:val="00A51D96"/>
    <w:rsid w:val="00A54812"/>
    <w:rsid w:val="00A61EED"/>
    <w:rsid w:val="00A72E6E"/>
    <w:rsid w:val="00A96F84"/>
    <w:rsid w:val="00AC3953"/>
    <w:rsid w:val="00AC7150"/>
    <w:rsid w:val="00AD24DA"/>
    <w:rsid w:val="00AE1DCA"/>
    <w:rsid w:val="00AE3915"/>
    <w:rsid w:val="00AF1595"/>
    <w:rsid w:val="00AF5F7C"/>
    <w:rsid w:val="00B02164"/>
    <w:rsid w:val="00B02207"/>
    <w:rsid w:val="00B03403"/>
    <w:rsid w:val="00B063FA"/>
    <w:rsid w:val="00B10324"/>
    <w:rsid w:val="00B12E27"/>
    <w:rsid w:val="00B147B4"/>
    <w:rsid w:val="00B376B1"/>
    <w:rsid w:val="00B55650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74E9"/>
    <w:rsid w:val="00BB2C98"/>
    <w:rsid w:val="00BC044A"/>
    <w:rsid w:val="00BC439C"/>
    <w:rsid w:val="00BD0B82"/>
    <w:rsid w:val="00BD7AD8"/>
    <w:rsid w:val="00BD7EA9"/>
    <w:rsid w:val="00BE3198"/>
    <w:rsid w:val="00BE35C3"/>
    <w:rsid w:val="00BF0097"/>
    <w:rsid w:val="00BF4F5F"/>
    <w:rsid w:val="00BF78A8"/>
    <w:rsid w:val="00C04EEB"/>
    <w:rsid w:val="00C075A4"/>
    <w:rsid w:val="00C07F79"/>
    <w:rsid w:val="00C10F12"/>
    <w:rsid w:val="00C11826"/>
    <w:rsid w:val="00C46D42"/>
    <w:rsid w:val="00C50C32"/>
    <w:rsid w:val="00C57D2A"/>
    <w:rsid w:val="00C60178"/>
    <w:rsid w:val="00C61760"/>
    <w:rsid w:val="00C623A9"/>
    <w:rsid w:val="00C63CD6"/>
    <w:rsid w:val="00C6521A"/>
    <w:rsid w:val="00C73D1F"/>
    <w:rsid w:val="00C82046"/>
    <w:rsid w:val="00C8536D"/>
    <w:rsid w:val="00C87D95"/>
    <w:rsid w:val="00C9077A"/>
    <w:rsid w:val="00C9176A"/>
    <w:rsid w:val="00C95CD2"/>
    <w:rsid w:val="00CA051B"/>
    <w:rsid w:val="00CA2A2C"/>
    <w:rsid w:val="00CB3CBE"/>
    <w:rsid w:val="00CC544D"/>
    <w:rsid w:val="00CD328F"/>
    <w:rsid w:val="00CD3B06"/>
    <w:rsid w:val="00CF03D8"/>
    <w:rsid w:val="00CF0D73"/>
    <w:rsid w:val="00D00897"/>
    <w:rsid w:val="00D015D5"/>
    <w:rsid w:val="00D03D68"/>
    <w:rsid w:val="00D21C63"/>
    <w:rsid w:val="00D266DD"/>
    <w:rsid w:val="00D32B04"/>
    <w:rsid w:val="00D374E7"/>
    <w:rsid w:val="00D63949"/>
    <w:rsid w:val="00D652E7"/>
    <w:rsid w:val="00D71D3B"/>
    <w:rsid w:val="00D74377"/>
    <w:rsid w:val="00D760FE"/>
    <w:rsid w:val="00D77BCF"/>
    <w:rsid w:val="00D8101C"/>
    <w:rsid w:val="00D837D1"/>
    <w:rsid w:val="00D84394"/>
    <w:rsid w:val="00D908E5"/>
    <w:rsid w:val="00D944FD"/>
    <w:rsid w:val="00D95E55"/>
    <w:rsid w:val="00DB3664"/>
    <w:rsid w:val="00DB42DB"/>
    <w:rsid w:val="00DC16FB"/>
    <w:rsid w:val="00DC4A65"/>
    <w:rsid w:val="00DC4F66"/>
    <w:rsid w:val="00DD6789"/>
    <w:rsid w:val="00DD6EFA"/>
    <w:rsid w:val="00DE61EC"/>
    <w:rsid w:val="00DF7212"/>
    <w:rsid w:val="00E10B44"/>
    <w:rsid w:val="00E11F02"/>
    <w:rsid w:val="00E2726B"/>
    <w:rsid w:val="00E32E86"/>
    <w:rsid w:val="00E3581B"/>
    <w:rsid w:val="00E36417"/>
    <w:rsid w:val="00E37801"/>
    <w:rsid w:val="00E4623D"/>
    <w:rsid w:val="00E46276"/>
    <w:rsid w:val="00E46EAA"/>
    <w:rsid w:val="00E5038C"/>
    <w:rsid w:val="00E50B69"/>
    <w:rsid w:val="00E5298B"/>
    <w:rsid w:val="00E56EFB"/>
    <w:rsid w:val="00E5747A"/>
    <w:rsid w:val="00E6458F"/>
    <w:rsid w:val="00E7242D"/>
    <w:rsid w:val="00E75404"/>
    <w:rsid w:val="00E85304"/>
    <w:rsid w:val="00E87E25"/>
    <w:rsid w:val="00EA04F1"/>
    <w:rsid w:val="00EA2FD3"/>
    <w:rsid w:val="00EB7CE9"/>
    <w:rsid w:val="00EC433F"/>
    <w:rsid w:val="00ED1FDE"/>
    <w:rsid w:val="00ED30EE"/>
    <w:rsid w:val="00EF0387"/>
    <w:rsid w:val="00F06EFB"/>
    <w:rsid w:val="00F1529E"/>
    <w:rsid w:val="00F163C6"/>
    <w:rsid w:val="00F16F07"/>
    <w:rsid w:val="00F30213"/>
    <w:rsid w:val="00F30355"/>
    <w:rsid w:val="00F32125"/>
    <w:rsid w:val="00F45975"/>
    <w:rsid w:val="00F45B7C"/>
    <w:rsid w:val="00F45FCE"/>
    <w:rsid w:val="00F525E3"/>
    <w:rsid w:val="00F64394"/>
    <w:rsid w:val="00F65E2A"/>
    <w:rsid w:val="00F66514"/>
    <w:rsid w:val="00F666A4"/>
    <w:rsid w:val="00F9061A"/>
    <w:rsid w:val="00F9334F"/>
    <w:rsid w:val="00F9748A"/>
    <w:rsid w:val="00F97D7F"/>
    <w:rsid w:val="00FA122C"/>
    <w:rsid w:val="00FA3B95"/>
    <w:rsid w:val="00FA512D"/>
    <w:rsid w:val="00FB75FC"/>
    <w:rsid w:val="00FC1278"/>
    <w:rsid w:val="00FC2397"/>
    <w:rsid w:val="00FC45EB"/>
    <w:rsid w:val="00FC4F55"/>
    <w:rsid w:val="00FE0822"/>
    <w:rsid w:val="00FE3A1D"/>
    <w:rsid w:val="00FE7735"/>
    <w:rsid w:val="00FF0434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50A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DB"/>
    <w:rPr>
      <w:rFonts w:ascii="TimesET" w:hAnsi="TimesET"/>
    </w:rPr>
  </w:style>
  <w:style w:type="paragraph" w:styleId="1">
    <w:name w:val="heading 1"/>
    <w:basedOn w:val="a"/>
    <w:next w:val="a"/>
    <w:qFormat/>
    <w:rsid w:val="00DB42DB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B42DB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B42DB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B42DB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B42D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B42DB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B42DB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B42DB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6401B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65BFE"/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FECA4-EC15-41B9-B47A-3E113201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348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Александрова</dc:creator>
  <cp:lastModifiedBy>Дягилева М.А.</cp:lastModifiedBy>
  <cp:revision>88</cp:revision>
  <cp:lastPrinted>2018-12-18T12:57:00Z</cp:lastPrinted>
  <dcterms:created xsi:type="dcterms:W3CDTF">2016-02-04T06:26:00Z</dcterms:created>
  <dcterms:modified xsi:type="dcterms:W3CDTF">2020-12-30T13:07:00Z</dcterms:modified>
</cp:coreProperties>
</file>